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icket Layout"/>
      </w:tblPr>
      <w:tblGrid>
        <w:gridCol w:w="540"/>
        <w:gridCol w:w="230"/>
        <w:gridCol w:w="4003"/>
        <w:gridCol w:w="259"/>
        <w:gridCol w:w="259"/>
        <w:gridCol w:w="4003"/>
        <w:gridCol w:w="230"/>
        <w:gridCol w:w="547"/>
      </w:tblGrid>
      <w:tr w:rsidR="00B9371C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-1897115526"/>
                  <w:placeholder>
                    <w:docPart w:val="07996F3B62D54E7BA3B1A99E841D8648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 w:rsidP="00CB6A26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p w:rsidR="000B534F" w:rsidRPr="000B534F" w:rsidRDefault="00BE530C" w:rsidP="000B534F">
                  <w:pPr>
                    <w:pStyle w:val="Subtitle"/>
                  </w:pPr>
                  <w:r>
                    <w:t>Drawing Will Be Held</w:t>
                  </w:r>
                  <w:r w:rsidR="004F03B4">
                    <w:t xml:space="preserve"> </w:t>
                  </w:r>
                  <w:r w:rsidR="000B534F">
                    <w:t>may 24, 2018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65"/>
                    <w:gridCol w:w="2065"/>
                    <w:gridCol w:w="243"/>
                  </w:tblGrid>
                  <w:tr w:rsidR="00B9371C" w:rsidTr="00A52A81">
                    <w:tc>
                      <w:tcPr>
                        <w:tcW w:w="1665" w:type="dxa"/>
                        <w:tcBorders>
                          <w:right w:val="single" w:sz="4" w:space="0" w:color="AE4E54" w:themeColor="accent1"/>
                        </w:tcBorders>
                      </w:tcPr>
                      <w:p w:rsidR="00B9371C" w:rsidRDefault="00A52A81">
                        <w:pPr>
                          <w:pStyle w:val="PrizeHeading"/>
                        </w:pPr>
                        <w:r>
                          <w:t>Giving Away:</w:t>
                        </w:r>
                      </w:p>
                    </w:tc>
                    <w:tc>
                      <w:tcPr>
                        <w:tcW w:w="2065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B9371C" w:rsidRDefault="005D6BDC">
                        <w:pPr>
                          <w:pStyle w:val="PrizeHeading"/>
                        </w:pPr>
                        <w:r>
                          <w:t>BBQ done by:</w:t>
                        </w:r>
                      </w:p>
                    </w:tc>
                    <w:tc>
                      <w:tcPr>
                        <w:tcW w:w="243" w:type="dxa"/>
                        <w:tcBorders>
                          <w:left w:val="single" w:sz="4" w:space="0" w:color="AE4E54" w:themeColor="accent1"/>
                        </w:tcBorders>
                      </w:tcPr>
                      <w:p w:rsidR="00B9371C" w:rsidRDefault="00B9371C">
                        <w:pPr>
                          <w:pStyle w:val="PrizeHeading"/>
                        </w:pPr>
                      </w:p>
                    </w:tc>
                  </w:tr>
                  <w:tr w:rsidR="00B9371C" w:rsidTr="00A52A81">
                    <w:sdt>
                      <w:sdtPr>
                        <w:rPr>
                          <w:color w:val="auto"/>
                          <w:kern w:val="0"/>
                          <w:sz w:val="16"/>
                          <w:szCs w:val="16"/>
                          <w14:ligatures w14:val="none"/>
                        </w:rPr>
                        <w:alias w:val="1st Prize"/>
                        <w:tag w:val=""/>
                        <w:id w:val="-1283268038"/>
                        <w:placeholder>
                          <w:docPart w:val="EFA31464BE28451BA71FC24A60685B8D"/>
                        </w:placeholder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665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B9371C" w:rsidRDefault="00A52A81" w:rsidP="00A52A81">
                            <w:pPr>
                              <w:pStyle w:val="PrizeValue"/>
                            </w:pPr>
                            <w:r w:rsidRPr="00A52A81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  <w14:ligatures w14:val="none"/>
                              </w:rPr>
                              <w:t>APROX 5 LBS.    Smoked &amp; Pulled Pork</w:t>
                            </w:r>
                          </w:p>
                        </w:tc>
                      </w:sdtContent>
                    </w:sdt>
                    <w:tc>
                      <w:tcPr>
                        <w:tcW w:w="2065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B9371C" w:rsidRPr="004F03B4" w:rsidRDefault="005D6BDC" w:rsidP="005D6BDC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Coach Ringstmeyer</w:t>
                        </w:r>
                      </w:p>
                    </w:tc>
                    <w:tc>
                      <w:tcPr>
                        <w:tcW w:w="243" w:type="dxa"/>
                        <w:tcBorders>
                          <w:left w:val="single" w:sz="4" w:space="0" w:color="AE4E54" w:themeColor="accent1"/>
                        </w:tcBorders>
                      </w:tcPr>
                      <w:p w:rsidR="00B9371C" w:rsidRDefault="00B9371C" w:rsidP="00CB6A26">
                        <w:pPr>
                          <w:pStyle w:val="PrizeValue"/>
                          <w:jc w:val="left"/>
                        </w:pPr>
                      </w:p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 w:rsidP="005805E5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sz w:val="14"/>
                      </w:rPr>
                      <w:alias w:val="Donation Amount"/>
                      <w:tag w:val=""/>
                      <w:id w:val="1284232669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  <w:sz w:val="14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1689951316"/>
                  <w:placeholder>
                    <w:docPart w:val="07996F3B62D54E7BA3B1A99E841D8648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B9371C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sz w:val="16"/>
                      </w:rPr>
                      <w:alias w:val="Donation Amount"/>
                      <w:tag w:val=""/>
                      <w:id w:val="-1949227998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  <w:sz w:val="16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</w:tr>
      <w:tr w:rsidR="00B9371C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-993635191"/>
                  <w:placeholder>
                    <w:docPart w:val="07996F3B62D54E7BA3B1A99E841D8648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p w:rsidR="00B9371C" w:rsidRDefault="00BE530C" w:rsidP="004F03B4">
                  <w:pPr>
                    <w:pStyle w:val="Subtitle"/>
                  </w:pPr>
                  <w:r>
                    <w:t>Drawing Will Be Held</w:t>
                  </w:r>
                  <w:r w:rsidR="000B534F">
                    <w:t xml:space="preserve"> may 24, 2018</w:t>
                  </w:r>
                </w:p>
                <w:tbl>
                  <w:tblPr>
                    <w:tblW w:w="637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55"/>
                    <w:gridCol w:w="1975"/>
                    <w:gridCol w:w="2406"/>
                    <w:gridCol w:w="243"/>
                  </w:tblGrid>
                  <w:tr w:rsidR="005D6BDC" w:rsidTr="00A52A81">
                    <w:tc>
                      <w:tcPr>
                        <w:tcW w:w="1755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A52A81">
                        <w:pPr>
                          <w:pStyle w:val="PrizeHeading"/>
                        </w:pPr>
                        <w:r>
                          <w:t>Giving Away:</w:t>
                        </w:r>
                      </w:p>
                    </w:tc>
                    <w:tc>
                      <w:tcPr>
                        <w:tcW w:w="1975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FE4A50">
                        <w:pPr>
                          <w:pStyle w:val="PrizeHeading"/>
                        </w:pPr>
                        <w:r>
                          <w:t>BBQ done by:</w:t>
                        </w:r>
                      </w:p>
                    </w:tc>
                    <w:tc>
                      <w:tcPr>
                        <w:tcW w:w="2406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5D6BDC" w:rsidRDefault="005D6BDC">
                        <w:pPr>
                          <w:pStyle w:val="PrizeHeading"/>
                        </w:pPr>
                      </w:p>
                    </w:tc>
                    <w:tc>
                      <w:tcPr>
                        <w:tcW w:w="243" w:type="dxa"/>
                        <w:tcBorders>
                          <w:left w:val="single" w:sz="4" w:space="0" w:color="AE4E54" w:themeColor="accent1"/>
                        </w:tcBorders>
                      </w:tcPr>
                      <w:p w:rsidR="005D6BDC" w:rsidRDefault="005D6BDC">
                        <w:pPr>
                          <w:pStyle w:val="PrizeHeading"/>
                        </w:pPr>
                      </w:p>
                    </w:tc>
                  </w:tr>
                  <w:tr w:rsidR="005D6BDC" w:rsidTr="00A52A81">
                    <w:sdt>
                      <w:sdtPr>
                        <w:rPr>
                          <w:color w:val="auto"/>
                          <w:kern w:val="0"/>
                          <w:sz w:val="16"/>
                          <w:szCs w:val="16"/>
                          <w14:ligatures w14:val="none"/>
                        </w:rPr>
                        <w:alias w:val="1st Prize"/>
                        <w:tag w:val=""/>
                        <w:id w:val="-1623994183"/>
                        <w:placeholder>
                          <w:docPart w:val="6328638078254F1B83BEFE05474962EF"/>
                        </w:placeholder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755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5D6BDC" w:rsidRDefault="00A52A81">
                            <w:pPr>
                              <w:pStyle w:val="PrizeValue"/>
                            </w:pP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  <w14:ligatures w14:val="none"/>
                              </w:rPr>
                              <w:t>APROX 5 LBS.    Smoked &amp; Pulled Pork</w:t>
                            </w:r>
                          </w:p>
                        </w:tc>
                      </w:sdtContent>
                    </w:sdt>
                    <w:tc>
                      <w:tcPr>
                        <w:tcW w:w="1975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Pr="004F03B4" w:rsidRDefault="005D6BDC" w:rsidP="00FE4A50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Coach Ringstmeyer</w:t>
                        </w:r>
                      </w:p>
                    </w:tc>
                    <w:tc>
                      <w:tcPr>
                        <w:tcW w:w="2406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5D6BDC" w:rsidRDefault="005D6BDC" w:rsidP="004F03B4">
                        <w:pPr>
                          <w:pStyle w:val="PrizeHeading"/>
                          <w:jc w:val="left"/>
                        </w:pPr>
                      </w:p>
                    </w:tc>
                    <w:tc>
                      <w:tcPr>
                        <w:tcW w:w="243" w:type="dxa"/>
                        <w:tcBorders>
                          <w:left w:val="single" w:sz="4" w:space="0" w:color="AE4E54" w:themeColor="accent1"/>
                        </w:tcBorders>
                      </w:tcPr>
                      <w:p w:rsidR="005D6BDC" w:rsidRDefault="005D6BDC" w:rsidP="00CB6A26">
                        <w:pPr>
                          <w:pStyle w:val="PrizeValue"/>
                          <w:jc w:val="left"/>
                        </w:pPr>
                      </w:p>
                    </w:tc>
                  </w:tr>
                  <w:tr w:rsidR="004F03B4" w:rsidTr="00A52A81">
                    <w:tc>
                      <w:tcPr>
                        <w:tcW w:w="1755" w:type="dxa"/>
                        <w:tcBorders>
                          <w:right w:val="single" w:sz="4" w:space="0" w:color="AE4E54" w:themeColor="accent1"/>
                        </w:tcBorders>
                      </w:tcPr>
                      <w:p w:rsidR="004F03B4" w:rsidRPr="00CB6A26" w:rsidRDefault="004F03B4">
                        <w:pPr>
                          <w:pStyle w:val="PrizeValue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975" w:type="dxa"/>
                        <w:tcBorders>
                          <w:right w:val="single" w:sz="4" w:space="0" w:color="AE4E54" w:themeColor="accent1"/>
                        </w:tcBorders>
                      </w:tcPr>
                      <w:p w:rsidR="004F03B4" w:rsidRPr="004F03B4" w:rsidRDefault="004F03B4" w:rsidP="00442C9F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6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4F03B4" w:rsidRPr="004F03B4" w:rsidRDefault="004F03B4" w:rsidP="00442C9F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  <w:r w:rsidRPr="004F03B4">
                          <w:rPr>
                            <w:sz w:val="24"/>
                            <w:szCs w:val="24"/>
                          </w:rPr>
                          <w:t>Black Hills Meat Co.</w:t>
                        </w:r>
                      </w:p>
                    </w:tc>
                    <w:tc>
                      <w:tcPr>
                        <w:tcW w:w="243" w:type="dxa"/>
                        <w:tcBorders>
                          <w:left w:val="single" w:sz="4" w:space="0" w:color="AE4E54" w:themeColor="accent1"/>
                        </w:tcBorders>
                      </w:tcPr>
                      <w:p w:rsidR="004F03B4" w:rsidRDefault="004F03B4" w:rsidP="00CB6A26">
                        <w:pPr>
                          <w:pStyle w:val="PrizeValue"/>
                          <w:jc w:val="left"/>
                        </w:pPr>
                      </w:p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sz w:val="16"/>
                      </w:rPr>
                      <w:alias w:val="Donation Amount"/>
                      <w:tag w:val=""/>
                      <w:id w:val="1183328845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  <w:sz w:val="16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-1004816057"/>
                  <w:placeholder>
                    <w:docPart w:val="07996F3B62D54E7BA3B1A99E841D8648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B9371C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sz w:val="16"/>
                      </w:rPr>
                      <w:alias w:val="Donation Amount"/>
                      <w:tag w:val=""/>
                      <w:id w:val="1603914356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  <w:sz w:val="16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</w:tr>
      <w:tr w:rsidR="00B9371C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566146032"/>
                  <w:placeholder>
                    <w:docPart w:val="07996F3B62D54E7BA3B1A99E841D8648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p w:rsidR="00B9371C" w:rsidRDefault="00BE530C" w:rsidP="004F03B4">
                  <w:pPr>
                    <w:pStyle w:val="Subtitle"/>
                  </w:pPr>
                  <w:r>
                    <w:t xml:space="preserve">Drawing Will Be Held </w:t>
                  </w:r>
                  <w:r w:rsidR="000B534F">
                    <w:t>may 24, 2018</w:t>
                  </w:r>
                </w:p>
                <w:tbl>
                  <w:tblPr>
                    <w:tblW w:w="1119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55"/>
                    <w:gridCol w:w="1975"/>
                    <w:gridCol w:w="2406"/>
                    <w:gridCol w:w="2406"/>
                    <w:gridCol w:w="2406"/>
                    <w:gridCol w:w="243"/>
                  </w:tblGrid>
                  <w:tr w:rsidR="005D6BDC" w:rsidTr="00A52A81">
                    <w:tc>
                      <w:tcPr>
                        <w:tcW w:w="1755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A52A81">
                        <w:pPr>
                          <w:pStyle w:val="PrizeHeading"/>
                        </w:pPr>
                        <w:r>
                          <w:t>Giving Away:</w:t>
                        </w:r>
                      </w:p>
                    </w:tc>
                    <w:tc>
                      <w:tcPr>
                        <w:tcW w:w="1975" w:type="dxa"/>
                      </w:tcPr>
                      <w:p w:rsidR="005D6BDC" w:rsidRDefault="005D6BDC" w:rsidP="00FE4A50">
                        <w:pPr>
                          <w:pStyle w:val="PrizeHeading"/>
                        </w:pPr>
                        <w:r>
                          <w:t>BBQ done by:</w:t>
                        </w:r>
                      </w:p>
                    </w:tc>
                    <w:tc>
                      <w:tcPr>
                        <w:tcW w:w="240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FE4A50">
                        <w:pPr>
                          <w:pStyle w:val="PrizeHeading"/>
                        </w:pPr>
                      </w:p>
                    </w:tc>
                    <w:tc>
                      <w:tcPr>
                        <w:tcW w:w="240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442C9F">
                        <w:pPr>
                          <w:pStyle w:val="PrizeHeading"/>
                        </w:pPr>
                        <w:r>
                          <w:t>Processing donated By</w:t>
                        </w:r>
                      </w:p>
                    </w:tc>
                    <w:tc>
                      <w:tcPr>
                        <w:tcW w:w="2406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5D6BDC" w:rsidRDefault="005D6BDC">
                        <w:pPr>
                          <w:pStyle w:val="PrizeHeading"/>
                        </w:pPr>
                      </w:p>
                    </w:tc>
                    <w:tc>
                      <w:tcPr>
                        <w:tcW w:w="243" w:type="dxa"/>
                        <w:tcBorders>
                          <w:left w:val="single" w:sz="4" w:space="0" w:color="AE4E54" w:themeColor="accent1"/>
                        </w:tcBorders>
                      </w:tcPr>
                      <w:p w:rsidR="005D6BDC" w:rsidRDefault="005D6BDC">
                        <w:pPr>
                          <w:pStyle w:val="PrizeHeading"/>
                        </w:pPr>
                      </w:p>
                    </w:tc>
                  </w:tr>
                  <w:tr w:rsidR="005D6BDC" w:rsidTr="00A52A81">
                    <w:sdt>
                      <w:sdtPr>
                        <w:rPr>
                          <w:color w:val="auto"/>
                          <w:kern w:val="0"/>
                          <w:sz w:val="16"/>
                          <w:szCs w:val="16"/>
                          <w14:ligatures w14:val="none"/>
                        </w:rPr>
                        <w:alias w:val="1st Prize"/>
                        <w:tag w:val=""/>
                        <w:id w:val="-1252194293"/>
                        <w:placeholder>
                          <w:docPart w:val="65D01E7D25824DA1B7E84C8611217C15"/>
                        </w:placeholder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755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5D6BDC" w:rsidRDefault="00A52A81">
                            <w:pPr>
                              <w:pStyle w:val="PrizeValue"/>
                            </w:pP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  <w14:ligatures w14:val="none"/>
                              </w:rPr>
                              <w:t>APROX 5 LBS.    Smoked &amp; Pulled Pork</w:t>
                            </w:r>
                          </w:p>
                        </w:tc>
                      </w:sdtContent>
                    </w:sdt>
                    <w:tc>
                      <w:tcPr>
                        <w:tcW w:w="1975" w:type="dxa"/>
                      </w:tcPr>
                      <w:p w:rsidR="005D6BDC" w:rsidRPr="004F03B4" w:rsidRDefault="005D6BDC" w:rsidP="00FE4A50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Coach Ringstmeyer</w:t>
                        </w:r>
                      </w:p>
                    </w:tc>
                    <w:tc>
                      <w:tcPr>
                        <w:tcW w:w="240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FE4A50">
                        <w:pPr>
                          <w:pStyle w:val="PrizeValue"/>
                          <w:jc w:val="left"/>
                        </w:pPr>
                      </w:p>
                    </w:tc>
                    <w:tc>
                      <w:tcPr>
                        <w:tcW w:w="240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Pr="004F03B4" w:rsidRDefault="005D6BDC" w:rsidP="00442C9F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  <w:r w:rsidRPr="004F03B4">
                          <w:rPr>
                            <w:sz w:val="24"/>
                            <w:szCs w:val="24"/>
                          </w:rPr>
                          <w:t>Black Hills Meat Co.</w:t>
                        </w:r>
                      </w:p>
                    </w:tc>
                    <w:tc>
                      <w:tcPr>
                        <w:tcW w:w="2406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5D6BDC" w:rsidRDefault="005D6BDC" w:rsidP="00CB6A26">
                        <w:pPr>
                          <w:pStyle w:val="PrizeValue"/>
                          <w:jc w:val="left"/>
                        </w:pPr>
                      </w:p>
                    </w:tc>
                    <w:tc>
                      <w:tcPr>
                        <w:tcW w:w="243" w:type="dxa"/>
                        <w:tcBorders>
                          <w:left w:val="single" w:sz="4" w:space="0" w:color="AE4E54" w:themeColor="accent1"/>
                        </w:tcBorders>
                      </w:tcPr>
                      <w:p w:rsidR="005D6BDC" w:rsidRDefault="005D6BDC" w:rsidP="00CB6A26">
                        <w:pPr>
                          <w:pStyle w:val="PrizeValue"/>
                          <w:jc w:val="left"/>
                        </w:pPr>
                      </w:p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sz w:val="16"/>
                      </w:rPr>
                      <w:alias w:val="Donation Amount"/>
                      <w:tag w:val=""/>
                      <w:id w:val="899876217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  <w:sz w:val="16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-1083916936"/>
                  <w:placeholder>
                    <w:docPart w:val="07996F3B62D54E7BA3B1A99E841D8648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B9371C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sz w:val="16"/>
                      </w:rPr>
                      <w:alias w:val="Donation Amount"/>
                      <w:tag w:val=""/>
                      <w:id w:val="994687085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  <w:sz w:val="16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</w:tr>
      <w:tr w:rsidR="00B9371C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1044489191"/>
                  <w:placeholder>
                    <w:docPart w:val="07996F3B62D54E7BA3B1A99E841D8648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p w:rsidR="00B9371C" w:rsidRDefault="00BE530C" w:rsidP="004F03B4">
                  <w:pPr>
                    <w:pStyle w:val="Subtitle"/>
                  </w:pPr>
                  <w:r>
                    <w:t xml:space="preserve">Drawing Will Be Held </w:t>
                  </w:r>
                  <w:r w:rsidR="000B534F">
                    <w:t>may 24, 2018</w:t>
                  </w:r>
                </w:p>
                <w:tbl>
                  <w:tblPr>
                    <w:tblW w:w="1146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55"/>
                    <w:gridCol w:w="2065"/>
                    <w:gridCol w:w="2496"/>
                    <w:gridCol w:w="2496"/>
                    <w:gridCol w:w="2496"/>
                    <w:gridCol w:w="153"/>
                  </w:tblGrid>
                  <w:tr w:rsidR="005D6BDC" w:rsidTr="00A52A81">
                    <w:tc>
                      <w:tcPr>
                        <w:tcW w:w="1755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A52A81">
                        <w:pPr>
                          <w:pStyle w:val="PrizeHeading"/>
                        </w:pPr>
                        <w:r>
                          <w:t>Giving Away:</w:t>
                        </w:r>
                      </w:p>
                    </w:tc>
                    <w:tc>
                      <w:tcPr>
                        <w:tcW w:w="2065" w:type="dxa"/>
                      </w:tcPr>
                      <w:p w:rsidR="005D6BDC" w:rsidRDefault="005D6BDC" w:rsidP="00FE4A50">
                        <w:pPr>
                          <w:pStyle w:val="PrizeHeading"/>
                        </w:pPr>
                        <w:r>
                          <w:t>BBQ done by:</w:t>
                        </w:r>
                      </w:p>
                    </w:tc>
                    <w:tc>
                      <w:tcPr>
                        <w:tcW w:w="249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FE4A50">
                        <w:pPr>
                          <w:pStyle w:val="PrizeHeading"/>
                        </w:pPr>
                      </w:p>
                    </w:tc>
                    <w:tc>
                      <w:tcPr>
                        <w:tcW w:w="249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442C9F">
                        <w:pPr>
                          <w:pStyle w:val="PrizeHeading"/>
                        </w:pPr>
                        <w:r>
                          <w:t>Processing donated By</w:t>
                        </w:r>
                      </w:p>
                    </w:tc>
                    <w:tc>
                      <w:tcPr>
                        <w:tcW w:w="2496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5D6BDC" w:rsidRDefault="005D6BDC">
                        <w:pPr>
                          <w:pStyle w:val="PrizeHeading"/>
                        </w:pPr>
                      </w:p>
                    </w:tc>
                    <w:tc>
                      <w:tcPr>
                        <w:tcW w:w="153" w:type="dxa"/>
                        <w:tcBorders>
                          <w:left w:val="single" w:sz="4" w:space="0" w:color="AE4E54" w:themeColor="accent1"/>
                        </w:tcBorders>
                      </w:tcPr>
                      <w:p w:rsidR="005D6BDC" w:rsidRDefault="005D6BDC">
                        <w:pPr>
                          <w:pStyle w:val="PrizeHeading"/>
                        </w:pPr>
                      </w:p>
                    </w:tc>
                  </w:tr>
                  <w:tr w:rsidR="005D6BDC" w:rsidTr="00A52A81">
                    <w:sdt>
                      <w:sdtPr>
                        <w:rPr>
                          <w:color w:val="auto"/>
                          <w:kern w:val="0"/>
                          <w:sz w:val="16"/>
                          <w:szCs w:val="16"/>
                          <w14:ligatures w14:val="none"/>
                        </w:rPr>
                        <w:alias w:val="1st Prize"/>
                        <w:tag w:val=""/>
                        <w:id w:val="-119844896"/>
                        <w:placeholder>
                          <w:docPart w:val="0200504B06194B6581067645CB7AC94D"/>
                        </w:placeholder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755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5D6BDC" w:rsidRDefault="00A52A81">
                            <w:pPr>
                              <w:pStyle w:val="PrizeValue"/>
                            </w:pP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  <w14:ligatures w14:val="none"/>
                              </w:rPr>
                              <w:t>APROX 5 LBS.    Smoked &amp; Pulled Pork</w:t>
                            </w:r>
                          </w:p>
                        </w:tc>
                      </w:sdtContent>
                    </w:sdt>
                    <w:tc>
                      <w:tcPr>
                        <w:tcW w:w="2065" w:type="dxa"/>
                      </w:tcPr>
                      <w:p w:rsidR="005D6BDC" w:rsidRPr="004F03B4" w:rsidRDefault="005D6BDC" w:rsidP="00FE4A50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Coach Ringstmeyer</w:t>
                        </w:r>
                      </w:p>
                    </w:tc>
                    <w:tc>
                      <w:tcPr>
                        <w:tcW w:w="249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FE4A50">
                        <w:pPr>
                          <w:pStyle w:val="PrizeValue"/>
                          <w:jc w:val="left"/>
                        </w:pPr>
                      </w:p>
                    </w:tc>
                    <w:tc>
                      <w:tcPr>
                        <w:tcW w:w="249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Pr="004F03B4" w:rsidRDefault="005D6BDC" w:rsidP="00442C9F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  <w:r w:rsidRPr="004F03B4">
                          <w:rPr>
                            <w:sz w:val="24"/>
                            <w:szCs w:val="24"/>
                          </w:rPr>
                          <w:t>Black Hills Meat Co.</w:t>
                        </w:r>
                      </w:p>
                    </w:tc>
                    <w:tc>
                      <w:tcPr>
                        <w:tcW w:w="2496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5D6BDC" w:rsidRDefault="005D6BDC" w:rsidP="00CB6A26">
                        <w:pPr>
                          <w:pStyle w:val="PrizeValue"/>
                          <w:jc w:val="left"/>
                        </w:pPr>
                      </w:p>
                    </w:tc>
                    <w:tc>
                      <w:tcPr>
                        <w:tcW w:w="153" w:type="dxa"/>
                        <w:tcBorders>
                          <w:left w:val="single" w:sz="4" w:space="0" w:color="AE4E54" w:themeColor="accent1"/>
                        </w:tcBorders>
                      </w:tcPr>
                      <w:p w:rsidR="005D6BDC" w:rsidRDefault="005D6BDC" w:rsidP="00CB6A26">
                        <w:pPr>
                          <w:pStyle w:val="PrizeValue"/>
                          <w:jc w:val="left"/>
                        </w:pPr>
                      </w:p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sz w:val="16"/>
                      </w:rPr>
                      <w:alias w:val="Donation Amount"/>
                      <w:tag w:val=""/>
                      <w:id w:val="-1872139882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  <w:sz w:val="16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-254596858"/>
                  <w:placeholder>
                    <w:docPart w:val="07996F3B62D54E7BA3B1A99E841D8648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B9371C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-413246767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</w:tr>
      <w:tr w:rsidR="00B9371C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1001699177"/>
                  <w:placeholder>
                    <w:docPart w:val="07996F3B62D54E7BA3B1A99E841D8648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 w:rsidP="005D6BDC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p w:rsidR="00B9371C" w:rsidRDefault="00BE530C" w:rsidP="004F03B4">
                  <w:pPr>
                    <w:pStyle w:val="Subtitle"/>
                  </w:pPr>
                  <w:r>
                    <w:t xml:space="preserve">Drawing Will Be Held </w:t>
                  </w:r>
                  <w:bookmarkStart w:id="0" w:name="_GoBack"/>
                  <w:bookmarkEnd w:id="0"/>
                  <w:r w:rsidR="000B534F">
                    <w:t>may 24, 2018</w:t>
                  </w:r>
                </w:p>
                <w:tbl>
                  <w:tblPr>
                    <w:tblW w:w="1146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55"/>
                    <w:gridCol w:w="2065"/>
                    <w:gridCol w:w="2496"/>
                    <w:gridCol w:w="2496"/>
                    <w:gridCol w:w="2496"/>
                    <w:gridCol w:w="153"/>
                  </w:tblGrid>
                  <w:tr w:rsidR="005D6BDC" w:rsidTr="00A52A81">
                    <w:tc>
                      <w:tcPr>
                        <w:tcW w:w="1755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A52A81">
                        <w:pPr>
                          <w:pStyle w:val="PrizeHeading"/>
                        </w:pPr>
                        <w:r>
                          <w:t>Giving Away:</w:t>
                        </w:r>
                      </w:p>
                    </w:tc>
                    <w:tc>
                      <w:tcPr>
                        <w:tcW w:w="2065" w:type="dxa"/>
                      </w:tcPr>
                      <w:p w:rsidR="005D6BDC" w:rsidRDefault="005D6BDC" w:rsidP="00FE4A50">
                        <w:pPr>
                          <w:pStyle w:val="PrizeHeading"/>
                        </w:pPr>
                        <w:r>
                          <w:t>BBQ done by:</w:t>
                        </w:r>
                      </w:p>
                    </w:tc>
                    <w:tc>
                      <w:tcPr>
                        <w:tcW w:w="249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FE4A50">
                        <w:pPr>
                          <w:pStyle w:val="PrizeHeading"/>
                        </w:pPr>
                      </w:p>
                    </w:tc>
                    <w:tc>
                      <w:tcPr>
                        <w:tcW w:w="249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442C9F">
                        <w:pPr>
                          <w:pStyle w:val="PrizeHeading"/>
                        </w:pPr>
                        <w:r>
                          <w:t>Processing donated By</w:t>
                        </w:r>
                      </w:p>
                    </w:tc>
                    <w:tc>
                      <w:tcPr>
                        <w:tcW w:w="2496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5D6BDC" w:rsidRDefault="005D6BDC">
                        <w:pPr>
                          <w:pStyle w:val="PrizeHeading"/>
                        </w:pPr>
                      </w:p>
                    </w:tc>
                    <w:tc>
                      <w:tcPr>
                        <w:tcW w:w="153" w:type="dxa"/>
                        <w:tcBorders>
                          <w:left w:val="single" w:sz="4" w:space="0" w:color="AE4E54" w:themeColor="accent1"/>
                        </w:tcBorders>
                      </w:tcPr>
                      <w:p w:rsidR="005D6BDC" w:rsidRDefault="005D6BDC">
                        <w:pPr>
                          <w:pStyle w:val="PrizeHeading"/>
                        </w:pPr>
                      </w:p>
                    </w:tc>
                  </w:tr>
                  <w:tr w:rsidR="005D6BDC" w:rsidTr="00A52A81">
                    <w:sdt>
                      <w:sdtPr>
                        <w:rPr>
                          <w:color w:val="auto"/>
                          <w:kern w:val="0"/>
                          <w:sz w:val="16"/>
                          <w:szCs w:val="16"/>
                          <w14:ligatures w14:val="none"/>
                        </w:rPr>
                        <w:alias w:val="1st Prize"/>
                        <w:tag w:val=""/>
                        <w:id w:val="1649556157"/>
                        <w:placeholder>
                          <w:docPart w:val="F3A36C79B4F447109A1FA549EBB363CD"/>
                        </w:placeholder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755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5D6BDC" w:rsidRDefault="00A52A81">
                            <w:pPr>
                              <w:pStyle w:val="PrizeValue"/>
                            </w:pP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  <w14:ligatures w14:val="none"/>
                              </w:rPr>
                              <w:t>APROX 5 LBS.    Smoked &amp; Pulled Pork</w:t>
                            </w:r>
                          </w:p>
                        </w:tc>
                      </w:sdtContent>
                    </w:sdt>
                    <w:tc>
                      <w:tcPr>
                        <w:tcW w:w="2065" w:type="dxa"/>
                      </w:tcPr>
                      <w:p w:rsidR="005D6BDC" w:rsidRPr="004F03B4" w:rsidRDefault="005D6BDC" w:rsidP="00FE4A50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Coach Ringstmeyer</w:t>
                        </w:r>
                      </w:p>
                    </w:tc>
                    <w:tc>
                      <w:tcPr>
                        <w:tcW w:w="249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Default="005D6BDC" w:rsidP="00FE4A50">
                        <w:pPr>
                          <w:pStyle w:val="PrizeValue"/>
                          <w:jc w:val="left"/>
                        </w:pPr>
                      </w:p>
                    </w:tc>
                    <w:tc>
                      <w:tcPr>
                        <w:tcW w:w="2496" w:type="dxa"/>
                        <w:tcBorders>
                          <w:right w:val="single" w:sz="4" w:space="0" w:color="AE4E54" w:themeColor="accent1"/>
                        </w:tcBorders>
                      </w:tcPr>
                      <w:p w:rsidR="005D6BDC" w:rsidRPr="004F03B4" w:rsidRDefault="005D6BDC" w:rsidP="00442C9F">
                        <w:pPr>
                          <w:pStyle w:val="PrizeValue"/>
                          <w:rPr>
                            <w:sz w:val="24"/>
                            <w:szCs w:val="24"/>
                          </w:rPr>
                        </w:pPr>
                        <w:r w:rsidRPr="004F03B4">
                          <w:rPr>
                            <w:sz w:val="24"/>
                            <w:szCs w:val="24"/>
                          </w:rPr>
                          <w:t>Black Hills Meat Co.</w:t>
                        </w:r>
                      </w:p>
                    </w:tc>
                    <w:tc>
                      <w:tcPr>
                        <w:tcW w:w="2496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5D6BDC" w:rsidRDefault="005D6BDC" w:rsidP="00CB6A26">
                        <w:pPr>
                          <w:pStyle w:val="PrizeValue"/>
                          <w:jc w:val="left"/>
                        </w:pPr>
                      </w:p>
                    </w:tc>
                    <w:tc>
                      <w:tcPr>
                        <w:tcW w:w="153" w:type="dxa"/>
                        <w:tcBorders>
                          <w:left w:val="single" w:sz="4" w:space="0" w:color="AE4E54" w:themeColor="accent1"/>
                        </w:tcBorders>
                      </w:tcPr>
                      <w:p w:rsidR="005D6BDC" w:rsidRDefault="005D6BDC" w:rsidP="00CB6A26">
                        <w:pPr>
                          <w:pStyle w:val="PrizeValue"/>
                          <w:jc w:val="left"/>
                        </w:pPr>
                      </w:p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sz w:val="14"/>
                      </w:rPr>
                      <w:alias w:val="Donation Amount"/>
                      <w:tag w:val=""/>
                      <w:id w:val="1357690715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  <w:sz w:val="14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259" w:type="dxa"/>
          </w:tcPr>
          <w:p w:rsidR="00B9371C" w:rsidRDefault="00B9371C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B9371C">
              <w:trPr>
                <w:trHeight w:hRule="exact" w:val="1008"/>
              </w:trPr>
              <w:sdt>
                <w:sdtPr>
                  <w:alias w:val="Event Name"/>
                  <w:tag w:val=""/>
                  <w:id w:val="2000304131"/>
                  <w:placeholder>
                    <w:docPart w:val="07439753974C41649A6481BC5520A989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B9371C" w:rsidRDefault="00A52A81">
                      <w:pPr>
                        <w:pStyle w:val="Title"/>
                      </w:pPr>
                      <w:r>
                        <w:t>Southern Hills Wrestling raffle</w:t>
                      </w:r>
                    </w:p>
                  </w:tc>
                </w:sdtContent>
              </w:sdt>
            </w:tr>
            <w:tr w:rsidR="00B9371C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B9371C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  <w:tr w:rsidR="00B9371C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B9371C" w:rsidRDefault="00DA3D4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B9371C" w:rsidRDefault="00B9371C"/>
                    </w:tc>
                  </w:tr>
                </w:tbl>
                <w:p w:rsidR="00B9371C" w:rsidRDefault="00B9371C"/>
              </w:tc>
            </w:tr>
            <w:tr w:rsidR="00B9371C">
              <w:trPr>
                <w:trHeight w:hRule="exact" w:val="432"/>
              </w:trPr>
              <w:tc>
                <w:tcPr>
                  <w:tcW w:w="3988" w:type="dxa"/>
                </w:tcPr>
                <w:p w:rsidR="00B9371C" w:rsidRDefault="00DA3D4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sz w:val="16"/>
                      </w:rPr>
                      <w:alias w:val="Donation Amount"/>
                      <w:tag w:val=""/>
                      <w:id w:val="1919741598"/>
                      <w:placeholder>
                        <w:docPart w:val="0164A1E07A064BEA84DAE0024F469C9F"/>
                      </w:placeholder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="00A52A81">
                        <w:rPr>
                          <w:rStyle w:val="Strong"/>
                          <w:sz w:val="16"/>
                        </w:rPr>
                        <w:t>$5</w:t>
                      </w:r>
                    </w:sdtContent>
                  </w:sdt>
                </w:p>
              </w:tc>
            </w:tr>
          </w:tbl>
          <w:p w:rsidR="00B9371C" w:rsidRDefault="00B9371C"/>
        </w:tc>
        <w:tc>
          <w:tcPr>
            <w:tcW w:w="230" w:type="dxa"/>
          </w:tcPr>
          <w:p w:rsidR="00B9371C" w:rsidRDefault="00B9371C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  <w:tr w:rsidR="00B9371C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B9371C" w:rsidRDefault="00B9371C">
                  <w:pPr>
                    <w:pStyle w:val="TicketNo"/>
                  </w:pPr>
                </w:p>
              </w:tc>
            </w:tr>
          </w:tbl>
          <w:p w:rsidR="00B9371C" w:rsidRDefault="00B9371C"/>
        </w:tc>
      </w:tr>
    </w:tbl>
    <w:p w:rsidR="00B9371C" w:rsidRDefault="00DA3D40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685800" y="457200"/>
                <wp:positionH relativeFrom="page">
                  <wp:align>center</wp:align>
                </wp:positionH>
                <wp:positionV relativeFrom="page">
                  <wp:posOffset>502920</wp:posOffset>
                </wp:positionV>
                <wp:extent cx="6309360" cy="9052560"/>
                <wp:effectExtent l="0" t="0" r="15240" b="15240"/>
                <wp:wrapNone/>
                <wp:docPr id="2" name="Group 1" descr="Raffle Ticket Background Ar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9360" cy="9052560"/>
                          <a:chOff x="0" y="0"/>
                          <a:chExt cx="6308725" cy="905256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296862" y="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 flipH="1">
                            <a:off x="6011862" y="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296862" y="1831374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18313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 flipH="1">
                            <a:off x="6011862" y="18313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96862" y="365760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0" y="36576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 flipH="1">
                            <a:off x="6011862" y="36576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96862" y="5488974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54889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 flipH="1">
                            <a:off x="6011862" y="54889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96862" y="731520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0" y="73152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 flipH="1">
                            <a:off x="6011862" y="73152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1BAF81" id="Group 1" o:spid="_x0000_s1026" alt="Raffle Ticket Background Art" style="position:absolute;margin-left:0;margin-top:39.6pt;width:496.8pt;height:712.8pt;z-index:-251658240;mso-position-horizontal:center;mso-position-horizontal-relative:page;mso-position-vertical-relative:page;mso-width-relative:margin" coordsize="63087,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">
                <v:rect id="Rectangle 3" o:spid="_x0000_s1027" style="position:absolute;left:2968;width:57150;height:173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" filled="f" strokecolor="#ae4e54 [3204]" strokeweight="1pt"/>
                <v:shape id="Freeform 4" o:spid="_x0000_s1028" style="position:absolute;width:2968;height:17373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5" o:spid="_x0000_s1029" style="position:absolute;left:60118;width:2969;height:17373;flip:x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6" o:spid="_x0000_s1030" style="position:absolute;left:2968;top:18313;width:57150;height:173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" filled="f" strokecolor="#ae4e54 [3204]" strokeweight="1pt"/>
                <v:shape id="Freeform 7" o:spid="_x0000_s1031" style="position:absolute;top:18313;width:2968;height:17374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8" o:spid="_x0000_s1032" style="position:absolute;left:60118;top:18313;width:2969;height:17374;flip:x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9" o:spid="_x0000_s1033" style="position:absolute;left:2968;top:36576;width:57150;height:173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" filled="f" strokecolor="#ae4e54 [3204]" strokeweight="1pt"/>
                <v:shape id="Freeform 10" o:spid="_x0000_s1034" style="position:absolute;top:36576;width:2968;height:17373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1" o:spid="_x0000_s1035" style="position:absolute;left:60118;top:36576;width:2969;height:17373;flip:x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12" o:spid="_x0000_s1036" style="position:absolute;left:2968;top:54889;width:57150;height:173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" filled="f" strokecolor="#ae4e54 [3204]" strokeweight="1pt"/>
                <v:shape id="Freeform 13" o:spid="_x0000_s1037" style="position:absolute;top:54889;width:2968;height:17374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4" o:spid="_x0000_s1038" style="position:absolute;left:60118;top:54889;width:2969;height:17374;flip:x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15" o:spid="_x0000_s1039" style="position:absolute;left:2968;top:73152;width:57150;height:173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" filled="f" strokecolor="#ae4e54 [3204]" strokeweight="1pt"/>
                <v:shape id="Freeform 16" o:spid="_x0000_s1040" style="position:absolute;top:73152;width:2968;height:17373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7" o:spid="_x0000_s1041" style="position:absolute;left:60118;top:73152;width:2969;height:17373;flip:x;visibility:visible;mso-wrap-style:square;v-text-anchor:top" coordsize="75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B9371C">
      <w:pgSz w:w="12240" w:h="15840"/>
      <w:pgMar w:top="720" w:right="1080" w:bottom="43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A26"/>
    <w:rsid w:val="000B534F"/>
    <w:rsid w:val="004F03B4"/>
    <w:rsid w:val="005805E5"/>
    <w:rsid w:val="005D6BDC"/>
    <w:rsid w:val="00A52A81"/>
    <w:rsid w:val="00B9371C"/>
    <w:rsid w:val="00BE530C"/>
    <w:rsid w:val="00CB6A26"/>
    <w:rsid w:val="00DA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FEE2F"/>
  <w15:docId w15:val="{26214D1F-26DE-46FA-B7C2-10AB6382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635A49" w:themeColor="text2"/>
        <w:kern w:val="2"/>
        <w:sz w:val="12"/>
        <w:lang w:val="en-US" w:eastAsia="ja-JP" w:bidi="ar-SA"/>
        <w14:ligatures w14:val="standar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aps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280"/>
      <w:contextualSpacing/>
      <w:jc w:val="center"/>
    </w:pPr>
    <w:rPr>
      <w:rFonts w:asciiTheme="majorHAnsi" w:eastAsiaTheme="majorEastAsia" w:hAnsiTheme="majorHAnsi" w:cstheme="majorBidi"/>
      <w:b/>
      <w:bCs/>
      <w:spacing w:val="20"/>
      <w:kern w:val="28"/>
      <w:sz w:val="3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spacing w:val="20"/>
      <w:kern w:val="28"/>
      <w:sz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trong">
    <w:name w:val="Strong"/>
    <w:basedOn w:val="DefaultParagraphFont"/>
    <w:uiPriority w:val="1"/>
    <w:qFormat/>
    <w:rPr>
      <w:b/>
      <w:bCs/>
      <w:color w:val="AE4E54" w:themeColor="accent1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pBdr>
        <w:top w:val="single" w:sz="6" w:space="3" w:color="AE4E54" w:themeColor="accent1"/>
        <w:bottom w:val="single" w:sz="6" w:space="3" w:color="AE4E54" w:themeColor="accent1"/>
      </w:pBdr>
      <w:spacing w:before="120" w:after="180"/>
      <w:jc w:val="center"/>
    </w:pPr>
  </w:style>
  <w:style w:type="character" w:customStyle="1" w:styleId="SubtitleChar">
    <w:name w:val="Subtitle Char"/>
    <w:basedOn w:val="DefaultParagraphFont"/>
    <w:link w:val="Subtitle"/>
    <w:uiPriority w:val="1"/>
    <w:rPr>
      <w:caps/>
      <w:spacing w:val="1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caps/>
      <w:sz w:val="18"/>
    </w:rPr>
  </w:style>
  <w:style w:type="paragraph" w:customStyle="1" w:styleId="PrizeHeading">
    <w:name w:val="Prize Heading"/>
    <w:basedOn w:val="Normal"/>
    <w:uiPriority w:val="1"/>
    <w:qFormat/>
    <w:pPr>
      <w:jc w:val="center"/>
    </w:pPr>
    <w:rPr>
      <w:sz w:val="15"/>
    </w:rPr>
  </w:style>
  <w:style w:type="paragraph" w:customStyle="1" w:styleId="PrizeValue">
    <w:name w:val="Prize Value"/>
    <w:basedOn w:val="Normal"/>
    <w:uiPriority w:val="1"/>
    <w:qFormat/>
    <w:pPr>
      <w:jc w:val="center"/>
    </w:pPr>
    <w:rPr>
      <w:rFonts w:asciiTheme="majorHAnsi" w:eastAsiaTheme="majorEastAsia" w:hAnsiTheme="majorHAnsi" w:cstheme="majorBidi"/>
      <w:b/>
      <w:bCs/>
      <w:color w:val="AE4E54" w:themeColor="accent1"/>
      <w:sz w:val="38"/>
    </w:rPr>
  </w:style>
  <w:style w:type="paragraph" w:customStyle="1" w:styleId="Terms">
    <w:name w:val="Terms"/>
    <w:basedOn w:val="Normal"/>
    <w:uiPriority w:val="1"/>
    <w:qFormat/>
    <w:pPr>
      <w:jc w:val="center"/>
    </w:pPr>
  </w:style>
  <w:style w:type="paragraph" w:customStyle="1" w:styleId="TicketNo">
    <w:name w:val="Ticket No."/>
    <w:basedOn w:val="Normal"/>
    <w:uiPriority w:val="1"/>
    <w:qFormat/>
    <w:pPr>
      <w:ind w:left="113" w:right="113"/>
      <w:jc w:val="center"/>
    </w:pPr>
    <w:rPr>
      <w:color w:val="FFFFFF" w:themeColor="background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ymond.ringstmeyer\AppData\Roaming\Microsoft\Templates\Raffle%20Tickets_for%20Avery%208371%20(perforated)_1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7996F3B62D54E7BA3B1A99E841D8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7E8EE-6F26-4716-8A34-D36891BAF1A0}"/>
      </w:docPartPr>
      <w:docPartBody>
        <w:p w:rsidR="008B33C5" w:rsidRDefault="00802921">
          <w:pPr>
            <w:pStyle w:val="07996F3B62D54E7BA3B1A99E841D8648"/>
          </w:pPr>
          <w:r>
            <w:t>[Name of</w:t>
          </w:r>
          <w:r>
            <w:br/>
            <w:t>Raffle Event]</w:t>
          </w:r>
        </w:p>
      </w:docPartBody>
    </w:docPart>
    <w:docPart>
      <w:docPartPr>
        <w:name w:val="EFA31464BE28451BA71FC24A60685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E6512-C054-4C8F-98CE-824F95A717A4}"/>
      </w:docPartPr>
      <w:docPartBody>
        <w:p w:rsidR="008B33C5" w:rsidRDefault="00802921">
          <w:pPr>
            <w:pStyle w:val="EFA31464BE28451BA71FC24A60685B8D"/>
          </w:pPr>
          <w:r>
            <w:t>$500</w:t>
          </w:r>
        </w:p>
      </w:docPartBody>
    </w:docPart>
    <w:docPart>
      <w:docPartPr>
        <w:name w:val="0164A1E07A064BEA84DAE0024F469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E0A4F-77DD-41AE-8DDD-0557A41EE401}"/>
      </w:docPartPr>
      <w:docPartBody>
        <w:p w:rsidR="008B33C5" w:rsidRDefault="00802921">
          <w:pPr>
            <w:pStyle w:val="0164A1E07A064BEA84DAE0024F469C9F"/>
          </w:pPr>
          <w:r>
            <w:rPr>
              <w:rStyle w:val="Strong"/>
            </w:rPr>
            <w:t>$10</w:t>
          </w:r>
        </w:p>
      </w:docPartBody>
    </w:docPart>
    <w:docPart>
      <w:docPartPr>
        <w:name w:val="6328638078254F1B83BEFE0547496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D9F473-6B33-47D3-BF3B-0894442FFA7B}"/>
      </w:docPartPr>
      <w:docPartBody>
        <w:p w:rsidR="005F7EB3" w:rsidRDefault="008B33C5" w:rsidP="008B33C5">
          <w:pPr>
            <w:pStyle w:val="6328638078254F1B83BEFE05474962EF"/>
          </w:pPr>
          <w:r>
            <w:t>$500</w:t>
          </w:r>
        </w:p>
      </w:docPartBody>
    </w:docPart>
    <w:docPart>
      <w:docPartPr>
        <w:name w:val="65D01E7D25824DA1B7E84C8611217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F3EC4-8DB7-4336-9BF8-FCA6B6F9067D}"/>
      </w:docPartPr>
      <w:docPartBody>
        <w:p w:rsidR="005F7EB3" w:rsidRDefault="008B33C5" w:rsidP="008B33C5">
          <w:pPr>
            <w:pStyle w:val="65D01E7D25824DA1B7E84C8611217C15"/>
          </w:pPr>
          <w:r>
            <w:t>$500</w:t>
          </w:r>
        </w:p>
      </w:docPartBody>
    </w:docPart>
    <w:docPart>
      <w:docPartPr>
        <w:name w:val="0200504B06194B6581067645CB7AC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2A7B2-2F66-4A27-83A4-D4BDD5E7A114}"/>
      </w:docPartPr>
      <w:docPartBody>
        <w:p w:rsidR="005F7EB3" w:rsidRDefault="008B33C5" w:rsidP="008B33C5">
          <w:pPr>
            <w:pStyle w:val="0200504B06194B6581067645CB7AC94D"/>
          </w:pPr>
          <w:r>
            <w:t>$500</w:t>
          </w:r>
        </w:p>
      </w:docPartBody>
    </w:docPart>
    <w:docPart>
      <w:docPartPr>
        <w:name w:val="F3A36C79B4F447109A1FA549EBB36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C9C5A-B6F1-48F4-B8B2-8A368426951D}"/>
      </w:docPartPr>
      <w:docPartBody>
        <w:p w:rsidR="005F7EB3" w:rsidRDefault="008B33C5" w:rsidP="008B33C5">
          <w:pPr>
            <w:pStyle w:val="F3A36C79B4F447109A1FA549EBB363CD"/>
          </w:pPr>
          <w:r>
            <w:t>$500</w:t>
          </w:r>
        </w:p>
      </w:docPartBody>
    </w:docPart>
    <w:docPart>
      <w:docPartPr>
        <w:name w:val="07439753974C41649A6481BC5520A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AC879-B9AE-4F5B-A932-E5B7FB2961B3}"/>
      </w:docPartPr>
      <w:docPartBody>
        <w:p w:rsidR="005F7EB3" w:rsidRDefault="008B33C5" w:rsidP="008B33C5">
          <w:pPr>
            <w:pStyle w:val="07439753974C41649A6481BC5520A989"/>
          </w:pPr>
          <w:r>
            <w:t>[Name of</w:t>
          </w:r>
          <w:r>
            <w:br/>
            <w:t>Raffle Event]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7B"/>
    <w:rsid w:val="0000587B"/>
    <w:rsid w:val="005F7EB3"/>
    <w:rsid w:val="00802921"/>
    <w:rsid w:val="008B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996F3B62D54E7BA3B1A99E841D8648">
    <w:name w:val="07996F3B62D54E7BA3B1A99E841D8648"/>
  </w:style>
  <w:style w:type="paragraph" w:customStyle="1" w:styleId="EFA31464BE28451BA71FC24A60685B8D">
    <w:name w:val="EFA31464BE28451BA71FC24A60685B8D"/>
  </w:style>
  <w:style w:type="paragraph" w:customStyle="1" w:styleId="AE5FBA58885B490D9D61B17C0C5623B1">
    <w:name w:val="AE5FBA58885B490D9D61B17C0C5623B1"/>
  </w:style>
  <w:style w:type="paragraph" w:customStyle="1" w:styleId="EC3BE06E23FE4EA3A704A01FD9F553F0">
    <w:name w:val="EC3BE06E23FE4EA3A704A01FD9F553F0"/>
  </w:style>
  <w:style w:type="character" w:styleId="Strong">
    <w:name w:val="Strong"/>
    <w:basedOn w:val="DefaultParagraphFont"/>
    <w:uiPriority w:val="22"/>
    <w:qFormat/>
    <w:rPr>
      <w:b/>
      <w:bCs/>
      <w:color w:val="5B9BD5" w:themeColor="accent1"/>
    </w:rPr>
  </w:style>
  <w:style w:type="paragraph" w:customStyle="1" w:styleId="0164A1E07A064BEA84DAE0024F469C9F">
    <w:name w:val="0164A1E07A064BEA84DAE0024F469C9F"/>
  </w:style>
  <w:style w:type="paragraph" w:customStyle="1" w:styleId="C3E1263798104EBD831F8CFCB11D41B9">
    <w:name w:val="C3E1263798104EBD831F8CFCB11D41B9"/>
    <w:rsid w:val="0000587B"/>
  </w:style>
  <w:style w:type="paragraph" w:customStyle="1" w:styleId="0E45B6F850D04A2586CC43075C5398B9">
    <w:name w:val="0E45B6F850D04A2586CC43075C5398B9"/>
    <w:rsid w:val="0000587B"/>
  </w:style>
  <w:style w:type="paragraph" w:customStyle="1" w:styleId="28807AC82345496886ABCF8246F4BB6C">
    <w:name w:val="28807AC82345496886ABCF8246F4BB6C"/>
    <w:rsid w:val="0000587B"/>
  </w:style>
  <w:style w:type="paragraph" w:customStyle="1" w:styleId="CD2F5DBCD6DF47858291F4E001F4314C">
    <w:name w:val="CD2F5DBCD6DF47858291F4E001F4314C"/>
    <w:rsid w:val="0000587B"/>
  </w:style>
  <w:style w:type="paragraph" w:customStyle="1" w:styleId="E315B8BCB45E4EF7910438E80379CD28">
    <w:name w:val="E315B8BCB45E4EF7910438E80379CD28"/>
    <w:rsid w:val="0000587B"/>
  </w:style>
  <w:style w:type="paragraph" w:customStyle="1" w:styleId="0705813134B34631AFF70BEA2584789D">
    <w:name w:val="0705813134B34631AFF70BEA2584789D"/>
    <w:rsid w:val="0000587B"/>
  </w:style>
  <w:style w:type="paragraph" w:customStyle="1" w:styleId="796A013C0E6B47CBAF4629A44438B0E5">
    <w:name w:val="796A013C0E6B47CBAF4629A44438B0E5"/>
    <w:rsid w:val="0000587B"/>
  </w:style>
  <w:style w:type="paragraph" w:customStyle="1" w:styleId="214D76BBB34F4C398898DA72BDFACD82">
    <w:name w:val="214D76BBB34F4C398898DA72BDFACD82"/>
    <w:rsid w:val="0000587B"/>
  </w:style>
  <w:style w:type="paragraph" w:customStyle="1" w:styleId="96AAAF58B24C4D3394C1453241750904">
    <w:name w:val="96AAAF58B24C4D3394C1453241750904"/>
    <w:rsid w:val="0000587B"/>
  </w:style>
  <w:style w:type="paragraph" w:customStyle="1" w:styleId="6328638078254F1B83BEFE05474962EF">
    <w:name w:val="6328638078254F1B83BEFE05474962EF"/>
    <w:rsid w:val="008B33C5"/>
  </w:style>
  <w:style w:type="paragraph" w:customStyle="1" w:styleId="A8C5139A590F404E8717A5CDAC4689A9">
    <w:name w:val="A8C5139A590F404E8717A5CDAC4689A9"/>
    <w:rsid w:val="008B33C5"/>
  </w:style>
  <w:style w:type="paragraph" w:customStyle="1" w:styleId="65D01E7D25824DA1B7E84C8611217C15">
    <w:name w:val="65D01E7D25824DA1B7E84C8611217C15"/>
    <w:rsid w:val="008B33C5"/>
  </w:style>
  <w:style w:type="paragraph" w:customStyle="1" w:styleId="3B810B2EB3F8460C95DE7B0920A52F6E">
    <w:name w:val="3B810B2EB3F8460C95DE7B0920A52F6E"/>
    <w:rsid w:val="008B33C5"/>
  </w:style>
  <w:style w:type="paragraph" w:customStyle="1" w:styleId="0200504B06194B6581067645CB7AC94D">
    <w:name w:val="0200504B06194B6581067645CB7AC94D"/>
    <w:rsid w:val="008B33C5"/>
  </w:style>
  <w:style w:type="paragraph" w:customStyle="1" w:styleId="2E5A862E61D140FFB76CE40D76A43A96">
    <w:name w:val="2E5A862E61D140FFB76CE40D76A43A96"/>
    <w:rsid w:val="008B33C5"/>
  </w:style>
  <w:style w:type="paragraph" w:customStyle="1" w:styleId="F3A36C79B4F447109A1FA549EBB363CD">
    <w:name w:val="F3A36C79B4F447109A1FA549EBB363CD"/>
    <w:rsid w:val="008B33C5"/>
  </w:style>
  <w:style w:type="paragraph" w:customStyle="1" w:styleId="07439753974C41649A6481BC5520A989">
    <w:name w:val="07439753974C41649A6481BC5520A989"/>
    <w:rsid w:val="008B33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affle Tickets">
      <a:dk1>
        <a:sysClr val="windowText" lastClr="000000"/>
      </a:dk1>
      <a:lt1>
        <a:sysClr val="window" lastClr="FFFFFF"/>
      </a:lt1>
      <a:dk2>
        <a:srgbClr val="635A49"/>
      </a:dk2>
      <a:lt2>
        <a:srgbClr val="FFFFF7"/>
      </a:lt2>
      <a:accent1>
        <a:srgbClr val="AE4E54"/>
      </a:accent1>
      <a:accent2>
        <a:srgbClr val="E97F3A"/>
      </a:accent2>
      <a:accent3>
        <a:srgbClr val="FAD645"/>
      </a:accent3>
      <a:accent4>
        <a:srgbClr val="78B7BD"/>
      </a:accent4>
      <a:accent5>
        <a:srgbClr val="8AB361"/>
      </a:accent5>
      <a:accent6>
        <a:srgbClr val="734869"/>
      </a:accent6>
      <a:hlink>
        <a:srgbClr val="78B7BD"/>
      </a:hlink>
      <a:folHlink>
        <a:srgbClr val="734869"/>
      </a:folHlink>
    </a:clrScheme>
    <a:fontScheme name="Raffle Tickets">
      <a:majorFont>
        <a:latin typeface="Bookman Old Style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APROX 5 LBS.    Smoked &amp; Pulled Pork</CompanyAddress>
  <CompanyPhone/>
  <CompanyFax>$50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A86402-E999-4F4C-8DB5-07BF198AA9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Raffle Tickets_for Avery 8371 (perforated)_15</Template>
  <TotalTime>138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Southern Hills Wrestling raffle</vt:lpstr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Southern Hills Wrestling raffle</dc:title>
  <dc:creator>Raymond Ringstmeyer</dc:creator>
  <cp:lastModifiedBy>Raymond Ringstmeyer</cp:lastModifiedBy>
  <cp:revision>3</cp:revision>
  <cp:lastPrinted>2018-05-09T20:25:00Z</cp:lastPrinted>
  <dcterms:created xsi:type="dcterms:W3CDTF">2016-05-03T21:16:00Z</dcterms:created>
  <dcterms:modified xsi:type="dcterms:W3CDTF">2018-05-09T21:51:00Z</dcterms:modified>
  <cp:contentStatus>$5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TC031480329991</vt:lpwstr>
  </property>
</Properties>
</file>